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38" w:rsidRPr="00436638" w:rsidRDefault="00436638" w:rsidP="00E26B88">
      <w:pPr>
        <w:tabs>
          <w:tab w:val="left" w:pos="8325"/>
        </w:tabs>
        <w:ind w:left="4536" w:hanging="4962"/>
        <w:rPr>
          <w:rFonts w:cs="Arial"/>
          <w:b/>
          <w:position w:val="-1"/>
          <w:sz w:val="36"/>
          <w:szCs w:val="36"/>
        </w:rPr>
      </w:pPr>
      <w:bookmarkStart w:id="0" w:name="_Hlk24705685"/>
    </w:p>
    <w:p w:rsidR="00436638" w:rsidRPr="00436638" w:rsidRDefault="00436638" w:rsidP="00436638">
      <w:pPr>
        <w:tabs>
          <w:tab w:val="left" w:pos="8325"/>
        </w:tabs>
        <w:ind w:left="4536" w:hanging="4962"/>
        <w:jc w:val="center"/>
        <w:rPr>
          <w:rFonts w:eastAsia="Times New Roman" w:cs="Arial"/>
          <w:sz w:val="36"/>
          <w:szCs w:val="36"/>
          <w:shd w:val="clear" w:color="auto" w:fill="FFFFFF"/>
          <w:lang w:eastAsia="it-IT"/>
        </w:rPr>
      </w:pPr>
      <w:r w:rsidRPr="00436638">
        <w:rPr>
          <w:rFonts w:eastAsia="Times New Roman" w:cs="Arial"/>
          <w:sz w:val="36"/>
          <w:szCs w:val="36"/>
          <w:shd w:val="clear" w:color="auto" w:fill="FFFFFF"/>
          <w:lang w:eastAsia="it-IT"/>
        </w:rPr>
        <w:t xml:space="preserve">AHK </w:t>
      </w:r>
      <w:proofErr w:type="spellStart"/>
      <w:r w:rsidRPr="00436638">
        <w:rPr>
          <w:rFonts w:eastAsia="Times New Roman" w:cs="Arial"/>
          <w:sz w:val="36"/>
          <w:szCs w:val="36"/>
          <w:shd w:val="clear" w:color="auto" w:fill="FFFFFF"/>
          <w:lang w:eastAsia="it-IT"/>
        </w:rPr>
        <w:t>Italien</w:t>
      </w:r>
      <w:proofErr w:type="spellEnd"/>
    </w:p>
    <w:p w:rsidR="00436638" w:rsidRPr="00436638" w:rsidRDefault="00436638" w:rsidP="00436638">
      <w:pPr>
        <w:tabs>
          <w:tab w:val="left" w:pos="8325"/>
        </w:tabs>
        <w:ind w:left="4536" w:hanging="4962"/>
        <w:jc w:val="center"/>
        <w:rPr>
          <w:rFonts w:cs="Arial"/>
          <w:b/>
          <w:position w:val="-1"/>
          <w:sz w:val="20"/>
          <w:szCs w:val="20"/>
        </w:rPr>
      </w:pPr>
    </w:p>
    <w:p w:rsidR="00436638" w:rsidRPr="00436638" w:rsidRDefault="00436638" w:rsidP="00436638">
      <w:pPr>
        <w:tabs>
          <w:tab w:val="left" w:pos="8325"/>
        </w:tabs>
        <w:ind w:left="4536" w:hanging="4962"/>
        <w:jc w:val="center"/>
        <w:rPr>
          <w:rFonts w:cs="Arial"/>
          <w:b/>
          <w:position w:val="-1"/>
          <w:sz w:val="36"/>
          <w:szCs w:val="36"/>
        </w:rPr>
      </w:pPr>
      <w:r w:rsidRPr="00436638">
        <w:rPr>
          <w:rFonts w:cs="Arial"/>
          <w:b/>
          <w:position w:val="-1"/>
          <w:sz w:val="36"/>
          <w:szCs w:val="36"/>
        </w:rPr>
        <w:t>Progetto QUALIT – Formazione e qualificazione dei tutor nel sistema duale</w:t>
      </w:r>
    </w:p>
    <w:p w:rsidR="00436638" w:rsidRPr="00436638" w:rsidRDefault="00436638" w:rsidP="00436638">
      <w:pPr>
        <w:tabs>
          <w:tab w:val="left" w:pos="8325"/>
        </w:tabs>
        <w:ind w:left="4536" w:hanging="4962"/>
        <w:jc w:val="center"/>
        <w:rPr>
          <w:rFonts w:cs="Arial"/>
          <w:position w:val="-1"/>
          <w:sz w:val="28"/>
          <w:szCs w:val="28"/>
        </w:rPr>
      </w:pPr>
      <w:r w:rsidRPr="00436638">
        <w:rPr>
          <w:rFonts w:cs="Arial"/>
          <w:position w:val="-1"/>
          <w:sz w:val="28"/>
          <w:szCs w:val="28"/>
        </w:rPr>
        <w:t>ITA G. Garibaldi</w:t>
      </w:r>
    </w:p>
    <w:p w:rsidR="00436638" w:rsidRPr="00436638" w:rsidRDefault="00436638" w:rsidP="00436638">
      <w:pPr>
        <w:tabs>
          <w:tab w:val="left" w:pos="8325"/>
        </w:tabs>
        <w:ind w:left="4536" w:hanging="4962"/>
        <w:jc w:val="center"/>
        <w:rPr>
          <w:rFonts w:cs="Arial"/>
          <w:b/>
          <w:position w:val="-1"/>
          <w:sz w:val="28"/>
          <w:szCs w:val="28"/>
        </w:rPr>
      </w:pPr>
      <w:r w:rsidRPr="00436638">
        <w:rPr>
          <w:rFonts w:cs="Arial"/>
          <w:color w:val="222222"/>
          <w:sz w:val="21"/>
          <w:szCs w:val="21"/>
          <w:shd w:val="clear" w:color="auto" w:fill="FFFFFF"/>
        </w:rPr>
        <w:t>Via Ardeatina, 524, 00178 Roma </w:t>
      </w:r>
    </w:p>
    <w:p w:rsidR="00436638" w:rsidRPr="00436638" w:rsidRDefault="00436638" w:rsidP="00436638">
      <w:pPr>
        <w:tabs>
          <w:tab w:val="left" w:pos="8325"/>
        </w:tabs>
        <w:ind w:left="4536" w:hanging="4962"/>
        <w:jc w:val="center"/>
        <w:rPr>
          <w:rFonts w:cs="Arial"/>
          <w:position w:val="-1"/>
          <w:sz w:val="20"/>
          <w:szCs w:val="20"/>
        </w:rPr>
      </w:pPr>
      <w:r w:rsidRPr="00436638">
        <w:rPr>
          <w:rFonts w:cs="Arial"/>
          <w:position w:val="-1"/>
          <w:sz w:val="20"/>
          <w:szCs w:val="20"/>
        </w:rPr>
        <w:t>1° parte: 14-15 gennaio 2020</w:t>
      </w:r>
    </w:p>
    <w:p w:rsidR="00436638" w:rsidRPr="00436638" w:rsidRDefault="00436638" w:rsidP="00436638">
      <w:pPr>
        <w:tabs>
          <w:tab w:val="left" w:pos="8325"/>
        </w:tabs>
        <w:ind w:left="4536" w:hanging="4962"/>
        <w:jc w:val="center"/>
        <w:rPr>
          <w:rFonts w:cs="Arial"/>
          <w:position w:val="-1"/>
          <w:sz w:val="20"/>
          <w:szCs w:val="20"/>
        </w:rPr>
      </w:pPr>
      <w:r w:rsidRPr="00436638">
        <w:rPr>
          <w:rFonts w:cs="Arial"/>
          <w:position w:val="-1"/>
          <w:sz w:val="20"/>
          <w:szCs w:val="20"/>
        </w:rPr>
        <w:t>2° parte: 21-22 gennaio 2020</w:t>
      </w:r>
    </w:p>
    <w:p w:rsidR="00436638" w:rsidRPr="00436638" w:rsidRDefault="00436638" w:rsidP="00436638">
      <w:pPr>
        <w:tabs>
          <w:tab w:val="left" w:pos="8325"/>
        </w:tabs>
        <w:ind w:left="4536" w:hanging="4962"/>
        <w:rPr>
          <w:rFonts w:cs="Arial"/>
          <w:position w:val="-1"/>
          <w:sz w:val="20"/>
          <w:szCs w:val="20"/>
        </w:rPr>
      </w:pPr>
      <w:r w:rsidRPr="00436638">
        <w:rPr>
          <w:rFonts w:cs="Arial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Esame: 29 gennaio 2020</w:t>
      </w:r>
    </w:p>
    <w:p w:rsidR="00436638" w:rsidRPr="00436638" w:rsidRDefault="00436638" w:rsidP="00E26B88">
      <w:pPr>
        <w:tabs>
          <w:tab w:val="left" w:pos="8325"/>
        </w:tabs>
        <w:ind w:left="4536" w:hanging="4962"/>
        <w:rPr>
          <w:rFonts w:cs="Arial"/>
          <w:b/>
          <w:position w:val="-1"/>
          <w:sz w:val="20"/>
          <w:szCs w:val="20"/>
        </w:rPr>
      </w:pPr>
    </w:p>
    <w:p w:rsidR="00436638" w:rsidRPr="00436638" w:rsidRDefault="00436638" w:rsidP="00E26B88">
      <w:pPr>
        <w:tabs>
          <w:tab w:val="left" w:pos="8325"/>
        </w:tabs>
        <w:ind w:left="4536" w:hanging="4962"/>
        <w:rPr>
          <w:rFonts w:cs="Arial"/>
          <w:b/>
          <w:position w:val="-1"/>
          <w:sz w:val="20"/>
          <w:szCs w:val="20"/>
        </w:rPr>
      </w:pPr>
    </w:p>
    <w:p w:rsidR="00436638" w:rsidRDefault="00436638" w:rsidP="00E26B88">
      <w:pPr>
        <w:tabs>
          <w:tab w:val="left" w:pos="8325"/>
        </w:tabs>
        <w:ind w:left="4536" w:hanging="4962"/>
        <w:rPr>
          <w:rFonts w:cs="Arial"/>
          <w:b/>
          <w:position w:val="-1"/>
          <w:sz w:val="20"/>
          <w:szCs w:val="20"/>
        </w:rPr>
      </w:pPr>
    </w:p>
    <w:p w:rsidR="00436638" w:rsidRPr="00436638" w:rsidRDefault="00CA049A" w:rsidP="00436638">
      <w:pPr>
        <w:tabs>
          <w:tab w:val="left" w:pos="8325"/>
        </w:tabs>
        <w:spacing w:after="360"/>
        <w:ind w:left="4536" w:hanging="4961"/>
        <w:rPr>
          <w:rFonts w:cs="Arial"/>
          <w:smallCaps/>
          <w:position w:val="-1"/>
          <w:sz w:val="22"/>
          <w:szCs w:val="22"/>
        </w:rPr>
      </w:pPr>
      <w:r w:rsidRPr="00436638">
        <w:rPr>
          <w:rFonts w:cs="Arial"/>
          <w:smallCaps/>
          <w:position w:val="-1"/>
          <w:sz w:val="22"/>
          <w:szCs w:val="22"/>
        </w:rPr>
        <w:t>DENOMINAZIONE ISTITUTO……………………………………………………….</w:t>
      </w:r>
    </w:p>
    <w:p w:rsidR="00CA049A" w:rsidRPr="00436638" w:rsidRDefault="00436638" w:rsidP="00436638">
      <w:pPr>
        <w:tabs>
          <w:tab w:val="left" w:pos="8325"/>
        </w:tabs>
        <w:spacing w:after="360"/>
        <w:ind w:left="4536" w:hanging="4961"/>
        <w:rPr>
          <w:rFonts w:cs="Arial"/>
          <w:smallCaps/>
          <w:position w:val="-1"/>
          <w:sz w:val="22"/>
          <w:szCs w:val="22"/>
        </w:rPr>
      </w:pPr>
      <w:r>
        <w:rPr>
          <w:rFonts w:cs="Arial"/>
          <w:smallCaps/>
          <w:position w:val="-1"/>
          <w:sz w:val="22"/>
          <w:szCs w:val="22"/>
        </w:rPr>
        <w:t>INDIRIZZO DI STUDIO</w:t>
      </w:r>
      <w:r w:rsidRPr="00436638">
        <w:rPr>
          <w:rFonts w:cs="Arial"/>
          <w:smallCaps/>
          <w:position w:val="-1"/>
          <w:sz w:val="22"/>
          <w:szCs w:val="22"/>
        </w:rPr>
        <w:t>…………………………………………………………………</w:t>
      </w:r>
      <w:r>
        <w:rPr>
          <w:rFonts w:cs="Arial"/>
          <w:smallCaps/>
          <w:position w:val="-1"/>
          <w:sz w:val="22"/>
          <w:szCs w:val="22"/>
        </w:rPr>
        <w:t>.</w:t>
      </w:r>
      <w:r w:rsidR="00E26B88" w:rsidRPr="00436638">
        <w:rPr>
          <w:rFonts w:cs="Arial"/>
          <w:smallCaps/>
          <w:position w:val="-1"/>
          <w:sz w:val="22"/>
          <w:szCs w:val="22"/>
        </w:rPr>
        <w:tab/>
      </w:r>
    </w:p>
    <w:p w:rsidR="00CA049A" w:rsidRPr="00436638" w:rsidRDefault="00CA049A" w:rsidP="00436638">
      <w:pPr>
        <w:spacing w:after="360"/>
        <w:ind w:left="4536" w:hanging="4961"/>
        <w:rPr>
          <w:rFonts w:cs="Arial"/>
          <w:smallCaps/>
          <w:position w:val="-1"/>
          <w:sz w:val="22"/>
          <w:szCs w:val="22"/>
        </w:rPr>
      </w:pPr>
      <w:r w:rsidRPr="00436638">
        <w:rPr>
          <w:rFonts w:cs="Arial"/>
          <w:smallCaps/>
          <w:position w:val="-1"/>
          <w:sz w:val="22"/>
          <w:szCs w:val="22"/>
        </w:rPr>
        <w:t>CODICE MECCANOGRAFICO………………………………………………………</w:t>
      </w:r>
    </w:p>
    <w:p w:rsidR="00CA049A" w:rsidRPr="00436638" w:rsidRDefault="00436638" w:rsidP="00436638">
      <w:pPr>
        <w:spacing w:after="360"/>
        <w:ind w:left="4536" w:hanging="4961"/>
        <w:rPr>
          <w:rFonts w:cs="Arial"/>
          <w:smallCaps/>
          <w:position w:val="-1"/>
          <w:sz w:val="22"/>
          <w:szCs w:val="22"/>
        </w:rPr>
      </w:pPr>
      <w:r>
        <w:rPr>
          <w:rFonts w:cs="Arial"/>
          <w:smallCaps/>
          <w:position w:val="-1"/>
          <w:sz w:val="22"/>
          <w:szCs w:val="22"/>
        </w:rPr>
        <w:t>SEDE……………………………………………………………….</w:t>
      </w:r>
    </w:p>
    <w:p w:rsidR="00CA049A" w:rsidRPr="00436638" w:rsidRDefault="00CA049A" w:rsidP="00CA049A">
      <w:pPr>
        <w:ind w:left="4536" w:hanging="4962"/>
        <w:rPr>
          <w:rFonts w:cs="Arial"/>
          <w:position w:val="-1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X="-318" w:tblpY="20"/>
        <w:tblW w:w="15559" w:type="dxa"/>
        <w:tblLook w:val="04A0" w:firstRow="1" w:lastRow="0" w:firstColumn="1" w:lastColumn="0" w:noHBand="0" w:noVBand="1"/>
      </w:tblPr>
      <w:tblGrid>
        <w:gridCol w:w="1774"/>
        <w:gridCol w:w="3437"/>
        <w:gridCol w:w="3544"/>
        <w:gridCol w:w="6804"/>
      </w:tblGrid>
      <w:tr w:rsidR="00362F85" w:rsidRPr="00E624AE" w:rsidTr="00BB1EEF">
        <w:tc>
          <w:tcPr>
            <w:tcW w:w="1774" w:type="dxa"/>
            <w:vMerge w:val="restart"/>
          </w:tcPr>
          <w:p w:rsidR="00362F85" w:rsidRPr="00E624AE" w:rsidRDefault="00362F85" w:rsidP="00E624AE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r w:rsidRPr="00E624AE">
              <w:rPr>
                <w:rFonts w:cs="Arial"/>
                <w:smallCaps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3437" w:type="dxa"/>
          </w:tcPr>
          <w:p w:rsidR="00362F85" w:rsidRPr="00E624AE" w:rsidRDefault="00362F85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r w:rsidRPr="00E624AE">
              <w:rPr>
                <w:rFonts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3544" w:type="dxa"/>
          </w:tcPr>
          <w:p w:rsidR="00362F85" w:rsidRPr="00E624AE" w:rsidRDefault="00362F85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r w:rsidRPr="00E624AE">
              <w:rPr>
                <w:rFonts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2F85" w:rsidRPr="00E624AE" w:rsidRDefault="00362F85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r w:rsidRPr="00E624AE">
              <w:rPr>
                <w:rFonts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</w:tr>
      <w:tr w:rsidR="00362F85" w:rsidRPr="00E624AE" w:rsidTr="00BB1EEF">
        <w:trPr>
          <w:trHeight w:val="294"/>
        </w:trPr>
        <w:tc>
          <w:tcPr>
            <w:tcW w:w="1774" w:type="dxa"/>
            <w:vMerge/>
            <w:tcBorders>
              <w:bottom w:val="single" w:sz="4" w:space="0" w:color="auto"/>
            </w:tcBorders>
          </w:tcPr>
          <w:p w:rsidR="00362F85" w:rsidRPr="00E624AE" w:rsidRDefault="00362F85" w:rsidP="00E624AE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437" w:type="dxa"/>
          </w:tcPr>
          <w:p w:rsidR="00362F85" w:rsidRPr="00E624AE" w:rsidRDefault="00362F85" w:rsidP="00435763">
            <w:pPr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544" w:type="dxa"/>
          </w:tcPr>
          <w:p w:rsidR="00362F85" w:rsidRPr="00E624AE" w:rsidRDefault="00362F85" w:rsidP="00435763">
            <w:pPr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362F85" w:rsidRPr="00E624AE" w:rsidRDefault="00362F85" w:rsidP="00435763">
            <w:pPr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</w:tr>
      <w:tr w:rsidR="00E624AE" w:rsidRPr="00E624AE" w:rsidTr="00BB1EEF">
        <w:tc>
          <w:tcPr>
            <w:tcW w:w="1774" w:type="dxa"/>
            <w:vMerge w:val="restart"/>
          </w:tcPr>
          <w:p w:rsidR="00E624AE" w:rsidRDefault="00E624AE" w:rsidP="00E624AE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</w:p>
          <w:p w:rsidR="00E624AE" w:rsidRPr="00E624AE" w:rsidRDefault="00E624AE" w:rsidP="00E624AE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r w:rsidRPr="00E624AE">
              <w:rPr>
                <w:rFonts w:cs="Arial"/>
                <w:smallCaps/>
                <w:position w:val="-1"/>
                <w:sz w:val="20"/>
                <w:szCs w:val="20"/>
              </w:rPr>
              <w:t>Docente Tutor</w:t>
            </w: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:rsidR="00E624AE" w:rsidRPr="00E624AE" w:rsidRDefault="00E624AE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r w:rsidRPr="00E624AE">
              <w:rPr>
                <w:rFonts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624AE" w:rsidRPr="00E624AE" w:rsidRDefault="00E624AE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r w:rsidRPr="00E624AE">
              <w:rPr>
                <w:rFonts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6804" w:type="dxa"/>
            <w:tcBorders>
              <w:bottom w:val="single" w:sz="4" w:space="0" w:color="auto"/>
              <w:right w:val="single" w:sz="4" w:space="0" w:color="auto"/>
            </w:tcBorders>
          </w:tcPr>
          <w:p w:rsidR="00E624AE" w:rsidRPr="00E624AE" w:rsidRDefault="00E624AE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r w:rsidRPr="00E624AE">
              <w:rPr>
                <w:rFonts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</w:tr>
      <w:tr w:rsidR="00E624AE" w:rsidRPr="00E624AE" w:rsidTr="00131252">
        <w:tc>
          <w:tcPr>
            <w:tcW w:w="1774" w:type="dxa"/>
            <w:vMerge/>
          </w:tcPr>
          <w:p w:rsidR="00E624AE" w:rsidRPr="00E624AE" w:rsidRDefault="00E624AE" w:rsidP="00435763">
            <w:pPr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437" w:type="dxa"/>
          </w:tcPr>
          <w:p w:rsidR="00E624AE" w:rsidRPr="00E624AE" w:rsidRDefault="00E624AE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544" w:type="dxa"/>
          </w:tcPr>
          <w:p w:rsidR="00E624AE" w:rsidRPr="00E624AE" w:rsidRDefault="00E624AE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E624AE" w:rsidRPr="00E624AE" w:rsidRDefault="00E624AE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</w:tr>
      <w:tr w:rsidR="00131252" w:rsidRPr="00E624AE" w:rsidTr="00131252">
        <w:tc>
          <w:tcPr>
            <w:tcW w:w="1774" w:type="dxa"/>
            <w:vMerge w:val="restart"/>
          </w:tcPr>
          <w:p w:rsidR="00A87796" w:rsidRDefault="00A87796" w:rsidP="00A87796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</w:p>
          <w:p w:rsidR="00131252" w:rsidRPr="00E624AE" w:rsidRDefault="00131252" w:rsidP="00A87796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cs="Arial"/>
                <w:smallCaps/>
                <w:position w:val="-1"/>
                <w:sz w:val="20"/>
                <w:szCs w:val="20"/>
              </w:rPr>
              <w:t>*tutor aziendale</w:t>
            </w:r>
          </w:p>
        </w:tc>
        <w:tc>
          <w:tcPr>
            <w:tcW w:w="3437" w:type="dxa"/>
          </w:tcPr>
          <w:p w:rsidR="00131252" w:rsidRPr="00E624AE" w:rsidRDefault="00131252" w:rsidP="00131252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r w:rsidRPr="00E624AE">
              <w:rPr>
                <w:rFonts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3544" w:type="dxa"/>
          </w:tcPr>
          <w:p w:rsidR="00131252" w:rsidRPr="00E624AE" w:rsidRDefault="00131252" w:rsidP="00131252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r w:rsidRPr="00E624AE">
              <w:rPr>
                <w:rFonts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131252" w:rsidRPr="00E624AE" w:rsidRDefault="00131252" w:rsidP="00131252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  <w:r w:rsidRPr="00E624AE">
              <w:rPr>
                <w:rFonts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</w:tr>
      <w:tr w:rsidR="00131252" w:rsidRPr="00E624AE" w:rsidTr="00BB1EEF">
        <w:tc>
          <w:tcPr>
            <w:tcW w:w="1774" w:type="dxa"/>
            <w:vMerge/>
            <w:tcBorders>
              <w:bottom w:val="single" w:sz="4" w:space="0" w:color="auto"/>
            </w:tcBorders>
          </w:tcPr>
          <w:p w:rsidR="00131252" w:rsidRPr="00E624AE" w:rsidRDefault="00131252" w:rsidP="00131252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:rsidR="00131252" w:rsidRPr="00E624AE" w:rsidRDefault="00131252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31252" w:rsidRPr="00E624AE" w:rsidRDefault="00131252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6804" w:type="dxa"/>
            <w:tcBorders>
              <w:bottom w:val="single" w:sz="4" w:space="0" w:color="auto"/>
              <w:right w:val="single" w:sz="4" w:space="0" w:color="auto"/>
            </w:tcBorders>
          </w:tcPr>
          <w:p w:rsidR="00131252" w:rsidRPr="00E624AE" w:rsidRDefault="00131252" w:rsidP="00435763">
            <w:pPr>
              <w:jc w:val="center"/>
              <w:rPr>
                <w:rFonts w:cs="Arial"/>
                <w:smallCaps/>
                <w:position w:val="-1"/>
                <w:sz w:val="20"/>
                <w:szCs w:val="20"/>
              </w:rPr>
            </w:pPr>
          </w:p>
        </w:tc>
      </w:tr>
    </w:tbl>
    <w:p w:rsidR="00CA049A" w:rsidRPr="00E624AE" w:rsidRDefault="00CA049A" w:rsidP="00CA049A">
      <w:pPr>
        <w:rPr>
          <w:rFonts w:cstheme="minorHAnsi"/>
          <w:position w:val="-1"/>
          <w:sz w:val="20"/>
          <w:szCs w:val="20"/>
        </w:rPr>
      </w:pPr>
    </w:p>
    <w:p w:rsidR="00CA049A" w:rsidRPr="00E624AE" w:rsidRDefault="00CA049A" w:rsidP="00E624AE">
      <w:pPr>
        <w:ind w:left="4536" w:hanging="4962"/>
        <w:jc w:val="center"/>
        <w:rPr>
          <w:rFonts w:cstheme="minorHAnsi"/>
          <w:position w:val="-1"/>
          <w:sz w:val="20"/>
          <w:szCs w:val="20"/>
        </w:rPr>
      </w:pPr>
    </w:p>
    <w:p w:rsidR="00362F85" w:rsidRDefault="00131252" w:rsidP="00CA049A">
      <w:pPr>
        <w:ind w:left="4536" w:hanging="4962"/>
        <w:rPr>
          <w:rFonts w:cstheme="minorHAnsi"/>
          <w:b/>
          <w:position w:val="-1"/>
          <w:sz w:val="20"/>
          <w:szCs w:val="20"/>
        </w:rPr>
      </w:pPr>
      <w:r>
        <w:rPr>
          <w:rFonts w:cstheme="minorHAnsi"/>
          <w:b/>
          <w:position w:val="-1"/>
          <w:sz w:val="20"/>
          <w:szCs w:val="20"/>
        </w:rPr>
        <w:t>*</w:t>
      </w:r>
      <w:r w:rsidRPr="00131252">
        <w:rPr>
          <w:rFonts w:cstheme="minorHAnsi"/>
          <w:b/>
          <w:position w:val="-1"/>
          <w:sz w:val="20"/>
          <w:szCs w:val="20"/>
        </w:rPr>
        <w:t>Le istituzioni scolastiche potranno partecipare al percorso formativo con 1 docente/tutor e 1 tutor/referente aziendale</w:t>
      </w:r>
    </w:p>
    <w:p w:rsidR="00131252" w:rsidRPr="00131252" w:rsidRDefault="00131252" w:rsidP="00CA049A">
      <w:pPr>
        <w:ind w:left="4536" w:hanging="4962"/>
        <w:rPr>
          <w:rFonts w:cstheme="minorHAnsi"/>
          <w:b/>
          <w:position w:val="-1"/>
          <w:sz w:val="20"/>
          <w:szCs w:val="20"/>
        </w:rPr>
      </w:pPr>
    </w:p>
    <w:p w:rsidR="00CA049A" w:rsidRPr="00E624AE" w:rsidRDefault="00CA049A" w:rsidP="00CA049A">
      <w:pPr>
        <w:jc w:val="right"/>
        <w:rPr>
          <w:rFonts w:cstheme="minorHAnsi"/>
          <w:b/>
          <w:position w:val="-1"/>
          <w:sz w:val="20"/>
          <w:szCs w:val="20"/>
        </w:rPr>
      </w:pPr>
    </w:p>
    <w:p w:rsidR="00CA049A" w:rsidRPr="00E624AE" w:rsidRDefault="00CA049A" w:rsidP="00BB1EEF">
      <w:pPr>
        <w:ind w:left="4536" w:hanging="4962"/>
        <w:rPr>
          <w:rFonts w:cstheme="minorHAnsi"/>
          <w:position w:val="-1"/>
          <w:sz w:val="20"/>
          <w:szCs w:val="20"/>
        </w:rPr>
      </w:pPr>
      <w:r w:rsidRPr="00E624AE">
        <w:rPr>
          <w:rFonts w:cstheme="minorHAnsi"/>
          <w:position w:val="-1"/>
          <w:sz w:val="20"/>
          <w:szCs w:val="20"/>
        </w:rPr>
        <w:t>…………..…lì…………..</w:t>
      </w:r>
      <w:r w:rsidRPr="00E624AE">
        <w:rPr>
          <w:rFonts w:cstheme="minorHAnsi"/>
          <w:position w:val="-1"/>
          <w:sz w:val="20"/>
          <w:szCs w:val="20"/>
        </w:rPr>
        <w:tab/>
      </w:r>
      <w:r w:rsidRPr="00E624AE">
        <w:rPr>
          <w:rFonts w:cstheme="minorHAnsi"/>
          <w:position w:val="-1"/>
          <w:sz w:val="20"/>
          <w:szCs w:val="20"/>
        </w:rPr>
        <w:tab/>
      </w:r>
      <w:r w:rsidRPr="00E624AE">
        <w:rPr>
          <w:rFonts w:cstheme="minorHAnsi"/>
          <w:position w:val="-1"/>
          <w:sz w:val="20"/>
          <w:szCs w:val="20"/>
        </w:rPr>
        <w:tab/>
      </w:r>
      <w:r w:rsidRPr="00E624AE">
        <w:rPr>
          <w:rFonts w:cstheme="minorHAnsi"/>
          <w:position w:val="-1"/>
          <w:sz w:val="20"/>
          <w:szCs w:val="20"/>
        </w:rPr>
        <w:tab/>
        <w:t xml:space="preserve"> </w:t>
      </w:r>
    </w:p>
    <w:p w:rsidR="00CA049A" w:rsidRDefault="00CA049A" w:rsidP="00CA049A">
      <w:pPr>
        <w:ind w:left="4536" w:hanging="4536"/>
        <w:jc w:val="right"/>
        <w:rPr>
          <w:rFonts w:cstheme="minorHAnsi"/>
          <w:position w:val="-1"/>
          <w:sz w:val="20"/>
          <w:szCs w:val="20"/>
        </w:rPr>
      </w:pPr>
      <w:r>
        <w:rPr>
          <w:rFonts w:cstheme="minorHAnsi"/>
          <w:position w:val="-1"/>
          <w:sz w:val="20"/>
          <w:szCs w:val="20"/>
        </w:rPr>
        <w:t xml:space="preserve">      </w:t>
      </w:r>
      <w:r w:rsidRPr="00417B1A">
        <w:rPr>
          <w:rFonts w:cstheme="minorHAnsi"/>
          <w:position w:val="-1"/>
          <w:sz w:val="20"/>
          <w:szCs w:val="20"/>
        </w:rPr>
        <w:t>Il Dirigente Scolastico</w:t>
      </w:r>
    </w:p>
    <w:p w:rsidR="00FC3C1E" w:rsidRPr="00CA049A" w:rsidRDefault="00CA049A" w:rsidP="00CA049A">
      <w:pPr>
        <w:ind w:left="4536" w:hanging="4536"/>
        <w:jc w:val="center"/>
        <w:rPr>
          <w:rFonts w:cstheme="minorHAnsi"/>
          <w:position w:val="-1"/>
          <w:sz w:val="20"/>
          <w:szCs w:val="20"/>
        </w:rPr>
      </w:pPr>
      <w:r>
        <w:rPr>
          <w:rFonts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BB1EEF">
        <w:rPr>
          <w:rFonts w:cstheme="minorHAnsi"/>
          <w:position w:val="-1"/>
          <w:sz w:val="20"/>
          <w:szCs w:val="20"/>
        </w:rPr>
        <w:t xml:space="preserve">                                                                                              </w:t>
      </w:r>
      <w:r>
        <w:rPr>
          <w:rFonts w:cstheme="minorHAnsi"/>
          <w:position w:val="-1"/>
          <w:sz w:val="20"/>
          <w:szCs w:val="20"/>
        </w:rPr>
        <w:t xml:space="preserve">  (Timbro e firma)</w:t>
      </w:r>
      <w:bookmarkEnd w:id="0"/>
    </w:p>
    <w:sectPr w:rsidR="00FC3C1E" w:rsidRPr="00CA049A" w:rsidSect="00436638">
      <w:headerReference w:type="default" r:id="rId8"/>
      <w:pgSz w:w="16840" w:h="11900" w:orient="landscape"/>
      <w:pgMar w:top="566" w:right="2410" w:bottom="1134" w:left="993" w:header="283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560" w:rsidRDefault="00687560" w:rsidP="00DB7169">
      <w:r>
        <w:separator/>
      </w:r>
    </w:p>
  </w:endnote>
  <w:endnote w:type="continuationSeparator" w:id="0">
    <w:p w:rsidR="00687560" w:rsidRDefault="00687560" w:rsidP="00DB7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560" w:rsidRDefault="00687560" w:rsidP="00DB7169">
      <w:r>
        <w:separator/>
      </w:r>
    </w:p>
  </w:footnote>
  <w:footnote w:type="continuationSeparator" w:id="0">
    <w:p w:rsidR="00687560" w:rsidRDefault="00687560" w:rsidP="00DB7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169" w:rsidRDefault="00DB7169" w:rsidP="00F346BD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710B"/>
    <w:multiLevelType w:val="hybridMultilevel"/>
    <w:tmpl w:val="2C401480"/>
    <w:lvl w:ilvl="0" w:tplc="D9A2D1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22A53"/>
    <w:multiLevelType w:val="hybridMultilevel"/>
    <w:tmpl w:val="72D61688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24AD9"/>
    <w:multiLevelType w:val="hybridMultilevel"/>
    <w:tmpl w:val="4824E0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F94281"/>
    <w:multiLevelType w:val="hybridMultilevel"/>
    <w:tmpl w:val="8C9496E6"/>
    <w:lvl w:ilvl="0" w:tplc="61241CD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00D190A"/>
    <w:multiLevelType w:val="hybridMultilevel"/>
    <w:tmpl w:val="B8E480CA"/>
    <w:lvl w:ilvl="0" w:tplc="53E02B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515C7"/>
    <w:multiLevelType w:val="hybridMultilevel"/>
    <w:tmpl w:val="09349372"/>
    <w:lvl w:ilvl="0" w:tplc="DC1A80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A5"/>
    <w:rsid w:val="000647A3"/>
    <w:rsid w:val="000909D8"/>
    <w:rsid w:val="000B3134"/>
    <w:rsid w:val="00120878"/>
    <w:rsid w:val="00131252"/>
    <w:rsid w:val="001D4F94"/>
    <w:rsid w:val="002E0D4A"/>
    <w:rsid w:val="002E1E4B"/>
    <w:rsid w:val="003269EA"/>
    <w:rsid w:val="00362F85"/>
    <w:rsid w:val="003D333D"/>
    <w:rsid w:val="00401A9A"/>
    <w:rsid w:val="0042415D"/>
    <w:rsid w:val="00436638"/>
    <w:rsid w:val="004431CD"/>
    <w:rsid w:val="004E2DAC"/>
    <w:rsid w:val="004F0B34"/>
    <w:rsid w:val="0050622D"/>
    <w:rsid w:val="00530F4A"/>
    <w:rsid w:val="00550BCD"/>
    <w:rsid w:val="00554AA8"/>
    <w:rsid w:val="00564652"/>
    <w:rsid w:val="005E58E7"/>
    <w:rsid w:val="006730A7"/>
    <w:rsid w:val="0067575C"/>
    <w:rsid w:val="00687560"/>
    <w:rsid w:val="006B1F95"/>
    <w:rsid w:val="006E0E3D"/>
    <w:rsid w:val="006E6458"/>
    <w:rsid w:val="00720B85"/>
    <w:rsid w:val="00723665"/>
    <w:rsid w:val="007A6E5A"/>
    <w:rsid w:val="007D2E86"/>
    <w:rsid w:val="00803BE5"/>
    <w:rsid w:val="00864598"/>
    <w:rsid w:val="0089488F"/>
    <w:rsid w:val="008C5FED"/>
    <w:rsid w:val="008D57C6"/>
    <w:rsid w:val="00902A37"/>
    <w:rsid w:val="00905DC8"/>
    <w:rsid w:val="00954339"/>
    <w:rsid w:val="00966084"/>
    <w:rsid w:val="00A350D2"/>
    <w:rsid w:val="00A43146"/>
    <w:rsid w:val="00A56DA5"/>
    <w:rsid w:val="00A768DF"/>
    <w:rsid w:val="00A87796"/>
    <w:rsid w:val="00A970E9"/>
    <w:rsid w:val="00AA6E4D"/>
    <w:rsid w:val="00AC0084"/>
    <w:rsid w:val="00AE1894"/>
    <w:rsid w:val="00B04A3F"/>
    <w:rsid w:val="00B052BF"/>
    <w:rsid w:val="00B17A2D"/>
    <w:rsid w:val="00B3420F"/>
    <w:rsid w:val="00B86F2C"/>
    <w:rsid w:val="00BB1EEF"/>
    <w:rsid w:val="00BB4475"/>
    <w:rsid w:val="00BB6893"/>
    <w:rsid w:val="00C03FA2"/>
    <w:rsid w:val="00C274AA"/>
    <w:rsid w:val="00C64A6E"/>
    <w:rsid w:val="00C81595"/>
    <w:rsid w:val="00CA049A"/>
    <w:rsid w:val="00D13C80"/>
    <w:rsid w:val="00D60E14"/>
    <w:rsid w:val="00D61AAC"/>
    <w:rsid w:val="00D94D48"/>
    <w:rsid w:val="00DB7169"/>
    <w:rsid w:val="00DC71BC"/>
    <w:rsid w:val="00DD3416"/>
    <w:rsid w:val="00DF3FCA"/>
    <w:rsid w:val="00DF6F22"/>
    <w:rsid w:val="00E26B88"/>
    <w:rsid w:val="00E27C9B"/>
    <w:rsid w:val="00E5679C"/>
    <w:rsid w:val="00E624AE"/>
    <w:rsid w:val="00ED574A"/>
    <w:rsid w:val="00EE11C4"/>
    <w:rsid w:val="00EF5C01"/>
    <w:rsid w:val="00F346BD"/>
    <w:rsid w:val="00F71C6B"/>
    <w:rsid w:val="00FC3C1E"/>
    <w:rsid w:val="00FF4E99"/>
    <w:rsid w:val="00FF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71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7169"/>
  </w:style>
  <w:style w:type="paragraph" w:styleId="Pidipagina">
    <w:name w:val="footer"/>
    <w:basedOn w:val="Normale"/>
    <w:link w:val="PidipaginaCarattere"/>
    <w:uiPriority w:val="99"/>
    <w:unhideWhenUsed/>
    <w:rsid w:val="00DB71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7169"/>
  </w:style>
  <w:style w:type="paragraph" w:styleId="NormaleWeb">
    <w:name w:val="Normal (Web)"/>
    <w:basedOn w:val="Normale"/>
    <w:uiPriority w:val="99"/>
    <w:semiHidden/>
    <w:unhideWhenUsed/>
    <w:rsid w:val="00DB7169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A350D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0D4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0D4A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BB447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B44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71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7169"/>
  </w:style>
  <w:style w:type="paragraph" w:styleId="Pidipagina">
    <w:name w:val="footer"/>
    <w:basedOn w:val="Normale"/>
    <w:link w:val="PidipaginaCarattere"/>
    <w:uiPriority w:val="99"/>
    <w:unhideWhenUsed/>
    <w:rsid w:val="00DB71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7169"/>
  </w:style>
  <w:style w:type="paragraph" w:styleId="NormaleWeb">
    <w:name w:val="Normal (Web)"/>
    <w:basedOn w:val="Normale"/>
    <w:uiPriority w:val="99"/>
    <w:semiHidden/>
    <w:unhideWhenUsed/>
    <w:rsid w:val="00DB7169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A350D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0D4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0D4A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BB447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B4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corosaniti\AppData\Local\Temp\Temp1_Carta-Intestata_Corretta.zip\Eliseo_modello_amministrazione_corret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Eliseo_modello_amministrazione_corretto.dotx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Giampiero Corosaniti</dc:creator>
  <cp:lastModifiedBy>Administrator</cp:lastModifiedBy>
  <cp:revision>2</cp:revision>
  <cp:lastPrinted>2016-06-17T12:56:00Z</cp:lastPrinted>
  <dcterms:created xsi:type="dcterms:W3CDTF">2019-11-25T15:34:00Z</dcterms:created>
  <dcterms:modified xsi:type="dcterms:W3CDTF">2019-11-25T15:34:00Z</dcterms:modified>
</cp:coreProperties>
</file>